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D820E9">
        <w:rPr>
          <w:rFonts w:cstheme="minorHAnsi"/>
        </w:rPr>
        <w:t>4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D820E9">
        <w:rPr>
          <w:rFonts w:eastAsia="Calibri" w:cstheme="minorHAnsi"/>
        </w:rPr>
        <w:t>4</w:t>
      </w:r>
      <w:r w:rsidR="00AA1C16" w:rsidRPr="00AA1C16">
        <w:rPr>
          <w:rFonts w:eastAsia="Calibri" w:cstheme="minorHAnsi"/>
        </w:rPr>
        <w:t xml:space="preserve"> - </w:t>
      </w:r>
      <w:r w:rsidR="00D820E9" w:rsidRPr="003753E5">
        <w:t xml:space="preserve">Kurs </w:t>
      </w:r>
      <w:r w:rsidR="00D820E9">
        <w:t>„</w:t>
      </w:r>
      <w:r w:rsidR="00D820E9" w:rsidRPr="003753E5">
        <w:t>Miks i Mastering</w:t>
      </w:r>
      <w:r w:rsidR="00D820E9">
        <w:t>”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31E" w:rsidRDefault="0041031E" w:rsidP="003119EF">
      <w:pPr>
        <w:spacing w:after="0" w:line="240" w:lineRule="auto"/>
      </w:pPr>
      <w:r>
        <w:separator/>
      </w:r>
    </w:p>
  </w:endnote>
  <w:endnote w:type="continuationSeparator" w:id="1">
    <w:p w:rsidR="0041031E" w:rsidRDefault="0041031E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D820E9" w:rsidRPr="00D820E9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31E" w:rsidRDefault="0041031E" w:rsidP="003119EF">
      <w:pPr>
        <w:spacing w:after="0" w:line="240" w:lineRule="auto"/>
      </w:pPr>
      <w:r>
        <w:separator/>
      </w:r>
    </w:p>
  </w:footnote>
  <w:footnote w:type="continuationSeparator" w:id="1">
    <w:p w:rsidR="0041031E" w:rsidRDefault="0041031E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1C53C2"/>
    <w:rsid w:val="003119EF"/>
    <w:rsid w:val="0041031E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C0790F"/>
    <w:rsid w:val="00D17930"/>
    <w:rsid w:val="00D17990"/>
    <w:rsid w:val="00D820E9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2026-01-21T19:17:00Z</dcterms:created>
  <dcterms:modified xsi:type="dcterms:W3CDTF">2026-01-21T19:17:00Z</dcterms:modified>
</cp:coreProperties>
</file>